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3BF" w:rsidRDefault="00B14951" w:rsidP="00B14951">
      <w:pPr>
        <w:jc w:val="center"/>
        <w:rPr>
          <w:rFonts w:ascii="Berlin Sans FB Demi" w:hAnsi="Berlin Sans FB Demi"/>
          <w:b/>
          <w:sz w:val="52"/>
          <w:szCs w:val="5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  <w:r w:rsidRPr="00B14951">
        <w:rPr>
          <w:rFonts w:ascii="Berlin Sans FB Demi" w:hAnsi="Berlin Sans FB Demi"/>
          <w:b/>
          <w:sz w:val="52"/>
          <w:szCs w:val="5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Rapunzel</w:t>
      </w:r>
    </w:p>
    <w:p w:rsidR="00B14951" w:rsidRPr="00FE7071" w:rsidRDefault="00B14951" w:rsidP="00B14951">
      <w:pPr>
        <w:rPr>
          <w:rFonts w:ascii="Bauhaus 93" w:hAnsi="Bauhaus 93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FE7071">
        <w:rPr>
          <w:rFonts w:ascii="Bauhaus 93" w:hAnsi="Bauhaus 93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 couple wants a baby and they got a very special one called Rapunzel with really long hair. Enchantress locks Rapunzel in a tower in the middle of the forest. The prince wants to save her. Will the prince</w:t>
      </w:r>
      <w:r w:rsidR="00FE7071" w:rsidRPr="00FE7071">
        <w:rPr>
          <w:rFonts w:ascii="Bauhaus 93" w:hAnsi="Bauhaus 93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save her?</w:t>
      </w:r>
    </w:p>
    <w:sectPr w:rsidR="00B14951" w:rsidRPr="00FE70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951"/>
    <w:rsid w:val="00193654"/>
    <w:rsid w:val="00B14951"/>
    <w:rsid w:val="00B250FF"/>
    <w:rsid w:val="00FE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9FD4ECAF</Template>
  <TotalTime>14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1</cp:revision>
  <dcterms:created xsi:type="dcterms:W3CDTF">2011-03-31T01:24:00Z</dcterms:created>
  <dcterms:modified xsi:type="dcterms:W3CDTF">2011-03-31T01:38:00Z</dcterms:modified>
</cp:coreProperties>
</file>